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A6D" w:rsidRDefault="00234382">
      <w:pPr>
        <w:pStyle w:val="Title"/>
      </w:pPr>
      <w:r>
        <w:t xml:space="preserve">Your Name </w:t>
      </w:r>
      <w:bookmarkStart w:id="0" w:name="_GoBack"/>
      <w:bookmarkEnd w:id="0"/>
    </w:p>
    <w:p w:rsidR="00394A6D" w:rsidRDefault="004D3E19">
      <w:sdt>
        <w:sdtPr>
          <w:alias w:val="Address"/>
          <w:tag w:val=""/>
          <w:id w:val="-593780209"/>
          <w:placeholder>
            <w:docPart w:val="03F3D553DCE048E4A62153C759FD474C"/>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D00B3">
            <w:t>Address, City, ST  ZIP Code</w:t>
          </w:r>
        </w:sdtContent>
      </w:sdt>
      <w:r w:rsidR="007D00B3">
        <w:t> | </w:t>
      </w:r>
      <w:sdt>
        <w:sdtPr>
          <w:alias w:val="Telephone"/>
          <w:tag w:val=""/>
          <w:id w:val="-1416317146"/>
          <w:placeholder>
            <w:docPart w:val="8B43052E1262443E8B1DA04A72A8AB06"/>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D00B3">
            <w:t>Telephone</w:t>
          </w:r>
        </w:sdtContent>
      </w:sdt>
      <w:r w:rsidR="007D00B3">
        <w:t> | </w:t>
      </w:r>
      <w:sdt>
        <w:sdtPr>
          <w:alias w:val="Email"/>
          <w:tag w:val=""/>
          <w:id w:val="-391963670"/>
          <w:placeholder>
            <w:docPart w:val="C706ACB95ABD4EB28011A1989C335351"/>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D00B3">
            <w:t>Email</w:t>
          </w:r>
        </w:sdtContent>
      </w:sdt>
    </w:p>
    <w:sdt>
      <w:sdtPr>
        <w:id w:val="1494989950"/>
        <w:placeholder>
          <w:docPart w:val="BFFD2761143B4B0B9C1A8E6F177B61FD"/>
        </w:placeholder>
        <w:temporary/>
        <w:showingPlcHdr/>
        <w15:appearance w15:val="hidden"/>
      </w:sdtPr>
      <w:sdtContent>
        <w:p w:rsidR="00234382" w:rsidRDefault="00234382" w:rsidP="00234382">
          <w:pPr>
            <w:pStyle w:val="Heading1"/>
          </w:pPr>
          <w:r>
            <w:t>Experience</w:t>
          </w:r>
        </w:p>
      </w:sdtContent>
    </w:sdt>
    <w:p w:rsidR="00234382" w:rsidRDefault="00234382" w:rsidP="00234382">
      <w:pPr>
        <w:pStyle w:val="Heading2"/>
      </w:pPr>
      <w:sdt>
        <w:sdtPr>
          <w:id w:val="-1093548063"/>
          <w:placeholder>
            <w:docPart w:val="4DEF7AAFF6F84497B44E641F391D8B12"/>
          </w:placeholder>
          <w:temporary/>
          <w:showingPlcHdr/>
          <w15:appearance w15:val="hidden"/>
          <w:text/>
        </w:sdtPr>
        <w:sdtContent>
          <w:r>
            <w:t>Job Title</w:t>
          </w:r>
        </w:sdtContent>
      </w:sdt>
      <w:r>
        <w:t> | </w:t>
      </w:r>
      <w:sdt>
        <w:sdtPr>
          <w:id w:val="2063141089"/>
          <w:placeholder>
            <w:docPart w:val="DDB86FF33921460A96B324BBDBEBE6D7"/>
          </w:placeholder>
          <w:temporary/>
          <w:showingPlcHdr/>
          <w15:appearance w15:val="hidden"/>
          <w:text/>
        </w:sdtPr>
        <w:sdtContent>
          <w:r>
            <w:t>Company</w:t>
          </w:r>
        </w:sdtContent>
      </w:sdt>
      <w:r>
        <w:t> | </w:t>
      </w:r>
      <w:sdt>
        <w:sdtPr>
          <w:id w:val="-577978458"/>
          <w:placeholder>
            <w:docPart w:val="74F7EE753BC64D538219823EC8A04258"/>
          </w:placeholder>
          <w:temporary/>
          <w:showingPlcHdr/>
          <w15:appearance w15:val="hidden"/>
          <w:text/>
        </w:sdtPr>
        <w:sdtContent>
          <w:r>
            <w:t>Dates From - To</w:t>
          </w:r>
        </w:sdtContent>
      </w:sdt>
    </w:p>
    <w:sdt>
      <w:sdtPr>
        <w:id w:val="-513455036"/>
        <w:placeholder>
          <w:docPart w:val="DA72A2C181A64A45859C10CD2D38CCD7"/>
        </w:placeholder>
        <w:temporary/>
        <w:showingPlcHdr/>
        <w15:appearance w15:val="hidden"/>
      </w:sdtPr>
      <w:sdtContent>
        <w:p w:rsidR="00234382" w:rsidRDefault="00234382" w:rsidP="00234382">
          <w:pPr>
            <w:pStyle w:val="ListBullet"/>
          </w:pPr>
          <w:r>
            <w:t>This is the place for a brief summary of your key responsibilities and most stellar accomplishments.</w:t>
          </w:r>
        </w:p>
      </w:sdtContent>
    </w:sdt>
    <w:p w:rsidR="00234382" w:rsidRDefault="00234382" w:rsidP="00234382">
      <w:pPr>
        <w:pStyle w:val="Heading2"/>
      </w:pPr>
      <w:sdt>
        <w:sdtPr>
          <w:id w:val="1249773860"/>
          <w:placeholder>
            <w:docPart w:val="4DEF7AAFF6F84497B44E641F391D8B12"/>
          </w:placeholder>
          <w:temporary/>
          <w:showingPlcHdr/>
          <w15:appearance w15:val="hidden"/>
          <w:text/>
        </w:sdtPr>
        <w:sdtContent>
          <w:r>
            <w:t>Job Title</w:t>
          </w:r>
        </w:sdtContent>
      </w:sdt>
      <w:r>
        <w:t> | </w:t>
      </w:r>
      <w:sdt>
        <w:sdtPr>
          <w:id w:val="71088070"/>
          <w:placeholder>
            <w:docPart w:val="DDB86FF33921460A96B324BBDBEBE6D7"/>
          </w:placeholder>
          <w:temporary/>
          <w:showingPlcHdr/>
          <w15:appearance w15:val="hidden"/>
          <w:text/>
        </w:sdtPr>
        <w:sdtContent>
          <w:r>
            <w:t>Company</w:t>
          </w:r>
        </w:sdtContent>
      </w:sdt>
      <w:r>
        <w:t> | </w:t>
      </w:r>
      <w:sdt>
        <w:sdtPr>
          <w:id w:val="2091572416"/>
          <w:placeholder>
            <w:docPart w:val="74F7EE753BC64D538219823EC8A04258"/>
          </w:placeholder>
          <w:temporary/>
          <w:showingPlcHdr/>
          <w15:appearance w15:val="hidden"/>
          <w:text/>
        </w:sdtPr>
        <w:sdtContent>
          <w:r>
            <w:t>Dates From - To</w:t>
          </w:r>
        </w:sdtContent>
      </w:sdt>
    </w:p>
    <w:sdt>
      <w:sdtPr>
        <w:id w:val="602385737"/>
        <w:placeholder>
          <w:docPart w:val="DA72A2C181A64A45859C10CD2D38CCD7"/>
        </w:placeholder>
        <w:temporary/>
        <w:showingPlcHdr/>
        <w15:appearance w15:val="hidden"/>
      </w:sdtPr>
      <w:sdtContent>
        <w:p w:rsidR="00234382" w:rsidRDefault="00234382" w:rsidP="00234382">
          <w:pPr>
            <w:pStyle w:val="ListBullet"/>
          </w:pPr>
          <w:r>
            <w:t>This is the place for a brief summary of your key responsibilities and most stellar accomplishments.</w:t>
          </w:r>
        </w:p>
      </w:sdtContent>
    </w:sdt>
    <w:sdt>
      <w:sdtPr>
        <w:id w:val="495469907"/>
        <w:placeholder>
          <w:docPart w:val="E96572DC60FF4221A86F650F66CABA21"/>
        </w:placeholder>
        <w:temporary/>
        <w:showingPlcHdr/>
        <w15:appearance w15:val="hidden"/>
      </w:sdtPr>
      <w:sdtEndPr/>
      <w:sdtContent>
        <w:p w:rsidR="00394A6D" w:rsidRDefault="007D00B3">
          <w:pPr>
            <w:pStyle w:val="Heading1"/>
          </w:pPr>
          <w:r>
            <w:t>Skills &amp; Abilities</w:t>
          </w:r>
        </w:p>
      </w:sdtContent>
    </w:sdt>
    <w:sdt>
      <w:sdtPr>
        <w:id w:val="-520701395"/>
        <w:placeholder>
          <w:docPart w:val="AC1C72966F26408BBBB0082EECACB4DB"/>
        </w:placeholder>
        <w:temporary/>
        <w:showingPlcHdr/>
        <w15:appearance w15:val="hidden"/>
      </w:sdtPr>
      <w:sdtEndPr/>
      <w:sdtContent>
        <w:p w:rsidR="00394A6D" w:rsidRDefault="007D00B3">
          <w:pPr>
            <w:pStyle w:val="Heading2"/>
          </w:pPr>
          <w:r>
            <w:t>Management</w:t>
          </w:r>
        </w:p>
      </w:sdtContent>
    </w:sdt>
    <w:sdt>
      <w:sdtPr>
        <w:id w:val="-1177730712"/>
        <w:placeholder>
          <w:docPart w:val="EA509083CEC044BAB9E3700102BCACBC"/>
        </w:placeholder>
        <w:temporary/>
        <w:showingPlcHdr/>
        <w15:appearance w15:val="hidden"/>
      </w:sdtPr>
      <w:sdtEndPr/>
      <w:sdtContent>
        <w:p w:rsidR="00394A6D" w:rsidRDefault="007D00B3">
          <w:pPr>
            <w:pStyle w:val="ListBullet"/>
          </w:pPr>
          <w:r>
            <w:t>Think a document that looks this good has to be difficult to format? Think again! To easily apply any text formatting you see in this document with just a tap, on the Home tab of the ribbon, check out Styles.</w:t>
          </w:r>
        </w:p>
      </w:sdtContent>
    </w:sdt>
    <w:sdt>
      <w:sdtPr>
        <w:id w:val="-942069497"/>
        <w:placeholder>
          <w:docPart w:val="83B5F7E0E0B740A3B85591A0A2C510E4"/>
        </w:placeholder>
        <w:temporary/>
        <w:showingPlcHdr/>
        <w15:appearance w15:val="hidden"/>
      </w:sdtPr>
      <w:sdtEndPr/>
      <w:sdtContent>
        <w:p w:rsidR="00394A6D" w:rsidRDefault="007D00B3">
          <w:pPr>
            <w:pStyle w:val="Heading2"/>
          </w:pPr>
          <w:r>
            <w:t>Sales</w:t>
          </w:r>
        </w:p>
      </w:sdtContent>
    </w:sdt>
    <w:sdt>
      <w:sdtPr>
        <w:id w:val="1544489962"/>
        <w:placeholder>
          <w:docPart w:val="4ED7E94EC11746C4A7412DFAAC803F81"/>
        </w:placeholder>
        <w:temporary/>
        <w:showingPlcHdr/>
        <w15:appearance w15:val="hidden"/>
      </w:sdtPr>
      <w:sdtEndPr/>
      <w:sdtContent>
        <w:p w:rsidR="00394A6D" w:rsidRDefault="007D00B3">
          <w:pPr>
            <w:pStyle w:val="ListBullet"/>
          </w:pPr>
          <w:r>
            <w:t>Some of the sample text in this document indicates the name of the style applied, so that you can easily apply the same formatting again. For example, this is the List Bullet style.</w:t>
          </w:r>
        </w:p>
      </w:sdtContent>
    </w:sdt>
    <w:p w:rsidR="00234382" w:rsidRDefault="00234382" w:rsidP="00234382">
      <w:pPr>
        <w:pStyle w:val="Heading1"/>
      </w:pPr>
      <w:r>
        <w:t xml:space="preserve">Activities </w:t>
      </w:r>
    </w:p>
    <w:p w:rsidR="00234382" w:rsidRDefault="00234382" w:rsidP="00234382">
      <w:pPr>
        <w:pStyle w:val="Heading2"/>
      </w:pPr>
      <w:r>
        <w:t>organization</w:t>
      </w:r>
      <w:r>
        <w:t> | </w:t>
      </w:r>
      <w:r>
        <w:t xml:space="preserve">role </w:t>
      </w:r>
      <w:r>
        <w:t> </w:t>
      </w:r>
    </w:p>
    <w:p w:rsidR="00234382" w:rsidRDefault="00234382" w:rsidP="00234382">
      <w:pPr>
        <w:pStyle w:val="ListBullet"/>
      </w:pPr>
      <w:r>
        <w:t xml:space="preserve">Phone Number </w:t>
      </w:r>
    </w:p>
    <w:p w:rsidR="00234382" w:rsidRDefault="00234382" w:rsidP="00234382">
      <w:pPr>
        <w:pStyle w:val="ListBullet"/>
      </w:pPr>
      <w:r>
        <w:t xml:space="preserve">Email Address </w:t>
      </w:r>
    </w:p>
    <w:sdt>
      <w:sdtPr>
        <w:id w:val="1513793667"/>
        <w:placeholder>
          <w:docPart w:val="DF45293A65034875A3DFC16B0C471B0B"/>
        </w:placeholder>
        <w:temporary/>
        <w:showingPlcHdr/>
        <w15:appearance w15:val="hidden"/>
      </w:sdtPr>
      <w:sdtContent>
        <w:p w:rsidR="00234382" w:rsidRDefault="00234382" w:rsidP="00234382">
          <w:pPr>
            <w:pStyle w:val="Heading1"/>
          </w:pPr>
          <w:r>
            <w:t>Education</w:t>
          </w:r>
        </w:p>
      </w:sdtContent>
    </w:sdt>
    <w:p w:rsidR="00234382" w:rsidRDefault="00234382" w:rsidP="00234382">
      <w:pPr>
        <w:pStyle w:val="Heading2"/>
      </w:pPr>
      <w:sdt>
        <w:sdtPr>
          <w:id w:val="-1403435167"/>
          <w:placeholder>
            <w:docPart w:val="1B1F6313BF73483B94216F5462D24C0B"/>
          </w:placeholder>
          <w:temporary/>
          <w:showingPlcHdr/>
          <w15:appearance w15:val="hidden"/>
          <w:text/>
        </w:sdtPr>
        <w:sdtContent>
          <w:r>
            <w:t>Degree</w:t>
          </w:r>
        </w:sdtContent>
      </w:sdt>
      <w:r>
        <w:t> | </w:t>
      </w:r>
      <w:sdt>
        <w:sdtPr>
          <w:id w:val="-315799195"/>
          <w:placeholder>
            <w:docPart w:val="F94EA8E420F542889750BCEDF28EB436"/>
          </w:placeholder>
          <w:temporary/>
          <w:showingPlcHdr/>
          <w15:appearance w15:val="hidden"/>
          <w:text/>
        </w:sdtPr>
        <w:sdtContent>
          <w:r>
            <w:t>Date Earned</w:t>
          </w:r>
        </w:sdtContent>
      </w:sdt>
      <w:r>
        <w:t> | </w:t>
      </w:r>
      <w:sdt>
        <w:sdtPr>
          <w:id w:val="530385979"/>
          <w:placeholder>
            <w:docPart w:val="314C4C8970204823895FC5AE3FA005E0"/>
          </w:placeholder>
          <w:temporary/>
          <w:showingPlcHdr/>
          <w15:appearance w15:val="hidden"/>
          <w:text/>
        </w:sdtPr>
        <w:sdtContent>
          <w:r>
            <w:t>School</w:t>
          </w:r>
        </w:sdtContent>
      </w:sdt>
    </w:p>
    <w:p w:rsidR="00234382" w:rsidRDefault="00234382" w:rsidP="00234382">
      <w:pPr>
        <w:pStyle w:val="ListBullet"/>
      </w:pPr>
      <w:r>
        <w:t xml:space="preserve">Major: </w:t>
      </w:r>
      <w:sdt>
        <w:sdtPr>
          <w:id w:val="1821224400"/>
          <w:placeholder>
            <w:docPart w:val="6FE92C2976A646F5AC1D4772746AD962"/>
          </w:placeholder>
          <w:temporary/>
          <w:showingPlcHdr/>
          <w15:appearance w15:val="hidden"/>
          <w:text/>
        </w:sdtPr>
        <w:sdtContent>
          <w:r>
            <w:t>Tap here to enter text</w:t>
          </w:r>
        </w:sdtContent>
      </w:sdt>
    </w:p>
    <w:p w:rsidR="00234382" w:rsidRDefault="00234382" w:rsidP="00234382">
      <w:pPr>
        <w:pStyle w:val="ListBullet"/>
      </w:pPr>
      <w:r>
        <w:t xml:space="preserve">Minor: </w:t>
      </w:r>
      <w:sdt>
        <w:sdtPr>
          <w:id w:val="1025376684"/>
          <w:placeholder>
            <w:docPart w:val="6FE92C2976A646F5AC1D4772746AD962"/>
          </w:placeholder>
          <w:temporary/>
          <w:showingPlcHdr/>
          <w15:appearance w15:val="hidden"/>
          <w:text/>
        </w:sdtPr>
        <w:sdtContent>
          <w:r>
            <w:t>Tap here to enter text</w:t>
          </w:r>
        </w:sdtContent>
      </w:sdt>
    </w:p>
    <w:p w:rsidR="00234382" w:rsidRDefault="00234382" w:rsidP="00234382">
      <w:pPr>
        <w:pStyle w:val="ListBullet"/>
      </w:pPr>
      <w:r>
        <w:t xml:space="preserve">Related coursework: </w:t>
      </w:r>
      <w:sdt>
        <w:sdtPr>
          <w:id w:val="1648172142"/>
          <w:placeholder>
            <w:docPart w:val="6FE92C2976A646F5AC1D4772746AD962"/>
          </w:placeholder>
          <w:temporary/>
          <w:showingPlcHdr/>
          <w15:appearance w15:val="hidden"/>
          <w:text/>
        </w:sdtPr>
        <w:sdtContent>
          <w:r>
            <w:t>Tap here to enter text</w:t>
          </w:r>
        </w:sdtContent>
      </w:sdt>
    </w:p>
    <w:p w:rsidR="00234382" w:rsidRDefault="00234382" w:rsidP="00234382">
      <w:pPr>
        <w:pStyle w:val="Heading2"/>
      </w:pPr>
      <w:sdt>
        <w:sdtPr>
          <w:id w:val="-190386252"/>
          <w:placeholder>
            <w:docPart w:val="1B1F6313BF73483B94216F5462D24C0B"/>
          </w:placeholder>
          <w:temporary/>
          <w:showingPlcHdr/>
          <w15:appearance w15:val="hidden"/>
          <w:text/>
        </w:sdtPr>
        <w:sdtContent>
          <w:r>
            <w:t>Degree</w:t>
          </w:r>
        </w:sdtContent>
      </w:sdt>
      <w:r>
        <w:t> | </w:t>
      </w:r>
      <w:sdt>
        <w:sdtPr>
          <w:id w:val="1005787742"/>
          <w:placeholder>
            <w:docPart w:val="F94EA8E420F542889750BCEDF28EB436"/>
          </w:placeholder>
          <w:temporary/>
          <w:showingPlcHdr/>
          <w15:appearance w15:val="hidden"/>
          <w:text/>
        </w:sdtPr>
        <w:sdtContent>
          <w:r>
            <w:t>Date Earned</w:t>
          </w:r>
        </w:sdtContent>
      </w:sdt>
      <w:r>
        <w:t> | </w:t>
      </w:r>
      <w:sdt>
        <w:sdtPr>
          <w:id w:val="-738393747"/>
          <w:placeholder>
            <w:docPart w:val="314C4C8970204823895FC5AE3FA005E0"/>
          </w:placeholder>
          <w:temporary/>
          <w:showingPlcHdr/>
          <w15:appearance w15:val="hidden"/>
          <w:text/>
        </w:sdtPr>
        <w:sdtContent>
          <w:r>
            <w:t>School</w:t>
          </w:r>
        </w:sdtContent>
      </w:sdt>
    </w:p>
    <w:p w:rsidR="00234382" w:rsidRDefault="00234382" w:rsidP="00234382">
      <w:pPr>
        <w:pStyle w:val="ListBullet"/>
      </w:pPr>
      <w:r>
        <w:t xml:space="preserve">Major: </w:t>
      </w:r>
      <w:sdt>
        <w:sdtPr>
          <w:id w:val="-272714020"/>
          <w:placeholder>
            <w:docPart w:val="6FE92C2976A646F5AC1D4772746AD962"/>
          </w:placeholder>
          <w:temporary/>
          <w:showingPlcHdr/>
          <w15:appearance w15:val="hidden"/>
          <w:text/>
        </w:sdtPr>
        <w:sdtContent>
          <w:r>
            <w:t>Tap here to enter text</w:t>
          </w:r>
        </w:sdtContent>
      </w:sdt>
    </w:p>
    <w:p w:rsidR="00234382" w:rsidRDefault="00234382" w:rsidP="00234382">
      <w:pPr>
        <w:pStyle w:val="ListBullet"/>
      </w:pPr>
      <w:r>
        <w:t xml:space="preserve">Minor: </w:t>
      </w:r>
      <w:sdt>
        <w:sdtPr>
          <w:id w:val="2005002594"/>
          <w:placeholder>
            <w:docPart w:val="6FE92C2976A646F5AC1D4772746AD962"/>
          </w:placeholder>
          <w:temporary/>
          <w:showingPlcHdr/>
          <w15:appearance w15:val="hidden"/>
          <w:text/>
        </w:sdtPr>
        <w:sdtContent>
          <w:r>
            <w:t>Tap here to enter text</w:t>
          </w:r>
        </w:sdtContent>
      </w:sdt>
    </w:p>
    <w:p w:rsidR="00234382" w:rsidRDefault="00234382" w:rsidP="00234382">
      <w:pPr>
        <w:pStyle w:val="ListBullet"/>
      </w:pPr>
      <w:r>
        <w:t xml:space="preserve">Related coursework: </w:t>
      </w:r>
      <w:sdt>
        <w:sdtPr>
          <w:id w:val="-952174636"/>
          <w:placeholder>
            <w:docPart w:val="6FE92C2976A646F5AC1D4772746AD962"/>
          </w:placeholder>
          <w:temporary/>
          <w:showingPlcHdr/>
          <w15:appearance w15:val="hidden"/>
          <w:text/>
        </w:sdtPr>
        <w:sdtContent>
          <w:r>
            <w:t>Tap here to enter text</w:t>
          </w:r>
        </w:sdtContent>
      </w:sdt>
    </w:p>
    <w:p w:rsidR="00234382" w:rsidRDefault="00234382" w:rsidP="00234382">
      <w:pPr>
        <w:pStyle w:val="Heading1"/>
      </w:pPr>
      <w:r>
        <w:t xml:space="preserve">References </w:t>
      </w:r>
    </w:p>
    <w:p w:rsidR="00234382" w:rsidRDefault="00234382" w:rsidP="00234382">
      <w:pPr>
        <w:pStyle w:val="Heading2"/>
      </w:pPr>
      <w:r>
        <w:t>name</w:t>
      </w:r>
      <w:r>
        <w:t> | </w:t>
      </w:r>
      <w:r>
        <w:t>title </w:t>
      </w:r>
    </w:p>
    <w:p w:rsidR="00234382" w:rsidRDefault="00234382" w:rsidP="00234382">
      <w:pPr>
        <w:pStyle w:val="ListBullet"/>
      </w:pPr>
      <w:r>
        <w:t xml:space="preserve">Phone Number </w:t>
      </w:r>
    </w:p>
    <w:p w:rsidR="00234382" w:rsidRDefault="00234382" w:rsidP="00234382">
      <w:pPr>
        <w:pStyle w:val="ListBullet"/>
      </w:pPr>
      <w:r>
        <w:lastRenderedPageBreak/>
        <w:t xml:space="preserve">Email Address </w:t>
      </w:r>
    </w:p>
    <w:p w:rsidR="00234382" w:rsidRDefault="00234382" w:rsidP="00234382">
      <w:pPr>
        <w:pStyle w:val="ListBullet"/>
        <w:numPr>
          <w:ilvl w:val="0"/>
          <w:numId w:val="0"/>
        </w:numPr>
        <w:ind w:left="144" w:hanging="144"/>
      </w:pPr>
    </w:p>
    <w:p w:rsidR="00234382" w:rsidRDefault="00234382" w:rsidP="00234382">
      <w:pPr>
        <w:pStyle w:val="ListBullet"/>
        <w:numPr>
          <w:ilvl w:val="0"/>
          <w:numId w:val="0"/>
        </w:numPr>
        <w:ind w:left="144" w:hanging="144"/>
      </w:pPr>
    </w:p>
    <w:sectPr w:rsidR="00234382" w:rsidSect="00234382">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382" w:rsidRDefault="00234382">
      <w:pPr>
        <w:spacing w:after="0"/>
      </w:pPr>
      <w:r>
        <w:separator/>
      </w:r>
    </w:p>
  </w:endnote>
  <w:endnote w:type="continuationSeparator" w:id="0">
    <w:p w:rsidR="00234382" w:rsidRDefault="002343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617930"/>
      <w:docPartObj>
        <w:docPartGallery w:val="Page Numbers (Bottom of Page)"/>
        <w:docPartUnique/>
      </w:docPartObj>
    </w:sdtPr>
    <w:sdtEndPr>
      <w:rPr>
        <w:noProof/>
      </w:rPr>
    </w:sdtEndPr>
    <w:sdtContent>
      <w:p w:rsidR="00394A6D" w:rsidRDefault="007D00B3">
        <w:pPr>
          <w:pStyle w:val="Footer"/>
        </w:pPr>
        <w:r>
          <w:fldChar w:fldCharType="begin"/>
        </w:r>
        <w:r>
          <w:instrText xml:space="preserve"> PAGE   \* MERGEFORMAT </w:instrText>
        </w:r>
        <w:r>
          <w:fldChar w:fldCharType="separate"/>
        </w:r>
        <w:r w:rsidR="0023438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382" w:rsidRDefault="00234382">
      <w:pPr>
        <w:spacing w:after="0"/>
      </w:pPr>
      <w:r>
        <w:separator/>
      </w:r>
    </w:p>
  </w:footnote>
  <w:footnote w:type="continuationSeparator" w:id="0">
    <w:p w:rsidR="00234382" w:rsidRDefault="0023438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0FC019A"/>
    <w:lvl w:ilvl="0">
      <w:start w:val="1"/>
      <w:numFmt w:val="bullet"/>
      <w:pStyle w:val="ListBullet"/>
      <w:lvlText w:val="·"/>
      <w:lvlJc w:val="left"/>
      <w:pPr>
        <w:tabs>
          <w:tab w:val="num" w:pos="144"/>
        </w:tabs>
        <w:ind w:left="144" w:hanging="144"/>
      </w:pPr>
      <w:rPr>
        <w:rFonts w:ascii="Cambria" w:hAnsi="Cambria" w:hint="default"/>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382"/>
    <w:rsid w:val="00234382"/>
    <w:rsid w:val="00394A6D"/>
    <w:rsid w:val="007D0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18513"/>
  <w15:chartTrackingRefBased/>
  <w15:docId w15:val="{7C4B755C-9451-48CB-977A-2F57E5E7C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0B3"/>
  </w:style>
  <w:style w:type="paragraph" w:styleId="Heading1">
    <w:name w:val="heading 1"/>
    <w:basedOn w:val="Normal"/>
    <w:link w:val="Heading1Char"/>
    <w:uiPriority w:val="9"/>
    <w:qFormat/>
    <w:pPr>
      <w:keepNext/>
      <w:keepLines/>
      <w:spacing w:before="500" w:after="100"/>
      <w:outlineLvl w:val="0"/>
    </w:pPr>
    <w:rPr>
      <w:rFonts w:asciiTheme="majorHAnsi" w:eastAsiaTheme="majorEastAsia" w:hAnsiTheme="majorHAnsi" w:cstheme="majorBidi"/>
      <w:b/>
      <w:color w:val="4E4E4E" w:themeColor="accent1" w:themeTint="BF"/>
      <w:sz w:val="24"/>
      <w:szCs w:val="32"/>
    </w:rPr>
  </w:style>
  <w:style w:type="paragraph" w:styleId="Heading2">
    <w:name w:val="heading 2"/>
    <w:basedOn w:val="Normal"/>
    <w:link w:val="Heading2Char"/>
    <w:uiPriority w:val="9"/>
    <w:unhideWhenUsed/>
    <w:qFormat/>
    <w:pPr>
      <w:keepNext/>
      <w:keepLines/>
      <w:spacing w:before="200" w:after="120"/>
      <w:outlineLvl w:val="1"/>
    </w:pPr>
    <w:rPr>
      <w:rFonts w:asciiTheme="majorHAnsi" w:eastAsiaTheme="majorEastAsia" w:hAnsiTheme="majorHAnsi" w:cstheme="majorBidi"/>
      <w:b/>
      <w:caps/>
      <w:color w:val="191919" w:themeColor="background2" w:themeShade="1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2"/>
    <w:rPr>
      <w:rFonts w:asciiTheme="majorHAnsi" w:eastAsiaTheme="majorEastAsia" w:hAnsiTheme="majorHAnsi" w:cstheme="majorBidi"/>
      <w:color w:val="141414" w:themeColor="accent1"/>
      <w:kern w:val="28"/>
      <w:sz w:val="5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0"/>
    <w:unhideWhenUsed/>
    <w:qFormat/>
    <w:pPr>
      <w:numPr>
        <w:numId w:val="1"/>
      </w:numPr>
      <w:spacing w:after="80"/>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rPr>
      <w:color w:val="141414" w:themeColor="accent1"/>
    </w:rPr>
  </w:style>
  <w:style w:type="character" w:customStyle="1" w:styleId="FooterChar">
    <w:name w:val="Footer Char"/>
    <w:basedOn w:val="DefaultParagraphFont"/>
    <w:link w:val="Footer"/>
    <w:uiPriority w:val="99"/>
    <w:rPr>
      <w:color w:val="141414" w:themeColor="accent1"/>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160"/>
    </w:pPr>
    <w:rPr>
      <w:color w:val="auto"/>
      <w:sz w:val="20"/>
      <w:szCs w:val="20"/>
      <w:lang w:eastAsia="en-US"/>
    </w:rPr>
  </w:style>
  <w:style w:type="character" w:customStyle="1" w:styleId="CommentTextChar">
    <w:name w:val="Comment Text Char"/>
    <w:basedOn w:val="DefaultParagraphFont"/>
    <w:link w:val="CommentText"/>
    <w:uiPriority w:val="99"/>
    <w:semiHidden/>
    <w:rPr>
      <w:color w:val="auto"/>
      <w:sz w:val="20"/>
      <w:szCs w:val="20"/>
      <w:lang w:eastAsia="en-US"/>
    </w: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E4E4E" w:themeColor="accent1" w:themeTint="BF"/>
      <w:sz w:val="2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caps/>
      <w:color w:val="191919" w:themeColor="background2" w:themeShade="1A"/>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85553\AppData\Roaming\Microsoft\Templates\Function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3F3D553DCE048E4A62153C759FD474C"/>
        <w:category>
          <w:name w:val="General"/>
          <w:gallery w:val="placeholder"/>
        </w:category>
        <w:types>
          <w:type w:val="bbPlcHdr"/>
        </w:types>
        <w:behaviors>
          <w:behavior w:val="content"/>
        </w:behaviors>
        <w:guid w:val="{445C531D-A968-4C10-B3F2-5A6FA7F725B0}"/>
      </w:docPartPr>
      <w:docPartBody>
        <w:p w:rsidR="00000000" w:rsidRDefault="000160F5">
          <w:pPr>
            <w:pStyle w:val="03F3D553DCE048E4A62153C759FD474C"/>
          </w:pPr>
          <w:r>
            <w:t>Address, City, ST  ZIP Code</w:t>
          </w:r>
        </w:p>
      </w:docPartBody>
    </w:docPart>
    <w:docPart>
      <w:docPartPr>
        <w:name w:val="8B43052E1262443E8B1DA04A72A8AB06"/>
        <w:category>
          <w:name w:val="General"/>
          <w:gallery w:val="placeholder"/>
        </w:category>
        <w:types>
          <w:type w:val="bbPlcHdr"/>
        </w:types>
        <w:behaviors>
          <w:behavior w:val="content"/>
        </w:behaviors>
        <w:guid w:val="{AD89A963-7CE4-43D0-9F22-47E1B85A657D}"/>
      </w:docPartPr>
      <w:docPartBody>
        <w:p w:rsidR="00000000" w:rsidRDefault="000160F5">
          <w:pPr>
            <w:pStyle w:val="8B43052E1262443E8B1DA04A72A8AB06"/>
          </w:pPr>
          <w:r>
            <w:t>Tele</w:t>
          </w:r>
          <w:r>
            <w:t>phone</w:t>
          </w:r>
        </w:p>
      </w:docPartBody>
    </w:docPart>
    <w:docPart>
      <w:docPartPr>
        <w:name w:val="C706ACB95ABD4EB28011A1989C335351"/>
        <w:category>
          <w:name w:val="General"/>
          <w:gallery w:val="placeholder"/>
        </w:category>
        <w:types>
          <w:type w:val="bbPlcHdr"/>
        </w:types>
        <w:behaviors>
          <w:behavior w:val="content"/>
        </w:behaviors>
        <w:guid w:val="{D6CCDF17-D98D-423B-A56F-06EFED4A0D45}"/>
      </w:docPartPr>
      <w:docPartBody>
        <w:p w:rsidR="00000000" w:rsidRDefault="000160F5">
          <w:pPr>
            <w:pStyle w:val="C706ACB95ABD4EB28011A1989C335351"/>
          </w:pPr>
          <w:r>
            <w:t>Email</w:t>
          </w:r>
        </w:p>
      </w:docPartBody>
    </w:docPart>
    <w:docPart>
      <w:docPartPr>
        <w:name w:val="E96572DC60FF4221A86F650F66CABA21"/>
        <w:category>
          <w:name w:val="General"/>
          <w:gallery w:val="placeholder"/>
        </w:category>
        <w:types>
          <w:type w:val="bbPlcHdr"/>
        </w:types>
        <w:behaviors>
          <w:behavior w:val="content"/>
        </w:behaviors>
        <w:guid w:val="{2D446CEA-EDD9-4CFE-9B3C-566AF8CD6CC3}"/>
      </w:docPartPr>
      <w:docPartBody>
        <w:p w:rsidR="00000000" w:rsidRDefault="000160F5">
          <w:pPr>
            <w:pStyle w:val="E96572DC60FF4221A86F650F66CABA21"/>
          </w:pPr>
          <w:r>
            <w:t>Skills &amp; Abilities</w:t>
          </w:r>
        </w:p>
      </w:docPartBody>
    </w:docPart>
    <w:docPart>
      <w:docPartPr>
        <w:name w:val="AC1C72966F26408BBBB0082EECACB4DB"/>
        <w:category>
          <w:name w:val="General"/>
          <w:gallery w:val="placeholder"/>
        </w:category>
        <w:types>
          <w:type w:val="bbPlcHdr"/>
        </w:types>
        <w:behaviors>
          <w:behavior w:val="content"/>
        </w:behaviors>
        <w:guid w:val="{A3CE2B63-1ACB-4909-A958-1E22F1A0A937}"/>
      </w:docPartPr>
      <w:docPartBody>
        <w:p w:rsidR="00000000" w:rsidRDefault="000160F5">
          <w:pPr>
            <w:pStyle w:val="AC1C72966F26408BBBB0082EECACB4DB"/>
          </w:pPr>
          <w:r>
            <w:t>Management</w:t>
          </w:r>
        </w:p>
      </w:docPartBody>
    </w:docPart>
    <w:docPart>
      <w:docPartPr>
        <w:name w:val="EA509083CEC044BAB9E3700102BCACBC"/>
        <w:category>
          <w:name w:val="General"/>
          <w:gallery w:val="placeholder"/>
        </w:category>
        <w:types>
          <w:type w:val="bbPlcHdr"/>
        </w:types>
        <w:behaviors>
          <w:behavior w:val="content"/>
        </w:behaviors>
        <w:guid w:val="{85EA30BA-DBFD-4B62-BE29-06948091638E}"/>
      </w:docPartPr>
      <w:docPartBody>
        <w:p w:rsidR="00000000" w:rsidRDefault="000160F5">
          <w:pPr>
            <w:pStyle w:val="EA509083CEC044BAB9E3700102BCACBC"/>
          </w:pPr>
          <w:r>
            <w:t>Think a document that looks this good has to b</w:t>
          </w:r>
          <w:r>
            <w:t>e difficult to format? Think again! To easily apply any text formatting you see in this document with just a tap, on the Home tab of the ribbon, check out Styles.</w:t>
          </w:r>
        </w:p>
      </w:docPartBody>
    </w:docPart>
    <w:docPart>
      <w:docPartPr>
        <w:name w:val="83B5F7E0E0B740A3B85591A0A2C510E4"/>
        <w:category>
          <w:name w:val="General"/>
          <w:gallery w:val="placeholder"/>
        </w:category>
        <w:types>
          <w:type w:val="bbPlcHdr"/>
        </w:types>
        <w:behaviors>
          <w:behavior w:val="content"/>
        </w:behaviors>
        <w:guid w:val="{C5AD4F39-4B8E-4AD4-B521-1BF531FB8DA0}"/>
      </w:docPartPr>
      <w:docPartBody>
        <w:p w:rsidR="00000000" w:rsidRDefault="000160F5">
          <w:pPr>
            <w:pStyle w:val="83B5F7E0E0B740A3B85591A0A2C510E4"/>
          </w:pPr>
          <w:r>
            <w:t>Sales</w:t>
          </w:r>
        </w:p>
      </w:docPartBody>
    </w:docPart>
    <w:docPart>
      <w:docPartPr>
        <w:name w:val="4ED7E94EC11746C4A7412DFAAC803F81"/>
        <w:category>
          <w:name w:val="General"/>
          <w:gallery w:val="placeholder"/>
        </w:category>
        <w:types>
          <w:type w:val="bbPlcHdr"/>
        </w:types>
        <w:behaviors>
          <w:behavior w:val="content"/>
        </w:behaviors>
        <w:guid w:val="{C5A64531-F5C0-4CBD-BBE4-0279CEF3570A}"/>
      </w:docPartPr>
      <w:docPartBody>
        <w:p w:rsidR="00000000" w:rsidRDefault="000160F5">
          <w:pPr>
            <w:pStyle w:val="4ED7E94EC11746C4A7412DFAAC803F81"/>
          </w:pPr>
          <w:r>
            <w:t>Some of the sample text in this document indicates the name of the style applied, so that you</w:t>
          </w:r>
          <w:r>
            <w:t xml:space="preserve"> can easily apply the same formatting again. For example, this is the List Bullet style.</w:t>
          </w:r>
        </w:p>
      </w:docPartBody>
    </w:docPart>
    <w:docPart>
      <w:docPartPr>
        <w:name w:val="BFFD2761143B4B0B9C1A8E6F177B61FD"/>
        <w:category>
          <w:name w:val="General"/>
          <w:gallery w:val="placeholder"/>
        </w:category>
        <w:types>
          <w:type w:val="bbPlcHdr"/>
        </w:types>
        <w:behaviors>
          <w:behavior w:val="content"/>
        </w:behaviors>
        <w:guid w:val="{14B2D7D0-AB71-4A39-88CE-8AAA51AEB7E9}"/>
      </w:docPartPr>
      <w:docPartBody>
        <w:p w:rsidR="00000000" w:rsidRDefault="000160F5" w:rsidP="000160F5">
          <w:pPr>
            <w:pStyle w:val="BFFD2761143B4B0B9C1A8E6F177B61FD"/>
          </w:pPr>
          <w:r>
            <w:t>Experience</w:t>
          </w:r>
        </w:p>
      </w:docPartBody>
    </w:docPart>
    <w:docPart>
      <w:docPartPr>
        <w:name w:val="4DEF7AAFF6F84497B44E641F391D8B12"/>
        <w:category>
          <w:name w:val="General"/>
          <w:gallery w:val="placeholder"/>
        </w:category>
        <w:types>
          <w:type w:val="bbPlcHdr"/>
        </w:types>
        <w:behaviors>
          <w:behavior w:val="content"/>
        </w:behaviors>
        <w:guid w:val="{361A5830-11D3-40A4-850E-B5B0B302270B}"/>
      </w:docPartPr>
      <w:docPartBody>
        <w:p w:rsidR="00000000" w:rsidRDefault="000160F5" w:rsidP="000160F5">
          <w:pPr>
            <w:pStyle w:val="4DEF7AAFF6F84497B44E641F391D8B12"/>
          </w:pPr>
          <w:r>
            <w:t>Job Title</w:t>
          </w:r>
        </w:p>
      </w:docPartBody>
    </w:docPart>
    <w:docPart>
      <w:docPartPr>
        <w:name w:val="DDB86FF33921460A96B324BBDBEBE6D7"/>
        <w:category>
          <w:name w:val="General"/>
          <w:gallery w:val="placeholder"/>
        </w:category>
        <w:types>
          <w:type w:val="bbPlcHdr"/>
        </w:types>
        <w:behaviors>
          <w:behavior w:val="content"/>
        </w:behaviors>
        <w:guid w:val="{E8344CFD-2EC0-46D6-8BA4-51FB2F9BCBC5}"/>
      </w:docPartPr>
      <w:docPartBody>
        <w:p w:rsidR="00000000" w:rsidRDefault="000160F5" w:rsidP="000160F5">
          <w:pPr>
            <w:pStyle w:val="DDB86FF33921460A96B324BBDBEBE6D7"/>
          </w:pPr>
          <w:r>
            <w:t>Company</w:t>
          </w:r>
        </w:p>
      </w:docPartBody>
    </w:docPart>
    <w:docPart>
      <w:docPartPr>
        <w:name w:val="74F7EE753BC64D538219823EC8A04258"/>
        <w:category>
          <w:name w:val="General"/>
          <w:gallery w:val="placeholder"/>
        </w:category>
        <w:types>
          <w:type w:val="bbPlcHdr"/>
        </w:types>
        <w:behaviors>
          <w:behavior w:val="content"/>
        </w:behaviors>
        <w:guid w:val="{003014B2-6904-416A-AE53-3273B9FD4902}"/>
      </w:docPartPr>
      <w:docPartBody>
        <w:p w:rsidR="00000000" w:rsidRDefault="000160F5" w:rsidP="000160F5">
          <w:pPr>
            <w:pStyle w:val="74F7EE753BC64D538219823EC8A04258"/>
          </w:pPr>
          <w:r>
            <w:t>Dates From - To</w:t>
          </w:r>
        </w:p>
      </w:docPartBody>
    </w:docPart>
    <w:docPart>
      <w:docPartPr>
        <w:name w:val="DA72A2C181A64A45859C10CD2D38CCD7"/>
        <w:category>
          <w:name w:val="General"/>
          <w:gallery w:val="placeholder"/>
        </w:category>
        <w:types>
          <w:type w:val="bbPlcHdr"/>
        </w:types>
        <w:behaviors>
          <w:behavior w:val="content"/>
        </w:behaviors>
        <w:guid w:val="{8FFD9D12-BD86-40FC-A271-758650298C77}"/>
      </w:docPartPr>
      <w:docPartBody>
        <w:p w:rsidR="00000000" w:rsidRDefault="000160F5" w:rsidP="000160F5">
          <w:pPr>
            <w:pStyle w:val="DA72A2C181A64A45859C10CD2D38CCD7"/>
          </w:pPr>
          <w:r>
            <w:t>This is the place for a brief summary of your key responsibilities and most stellar accomplishments.</w:t>
          </w:r>
        </w:p>
      </w:docPartBody>
    </w:docPart>
    <w:docPart>
      <w:docPartPr>
        <w:name w:val="DF45293A65034875A3DFC16B0C471B0B"/>
        <w:category>
          <w:name w:val="General"/>
          <w:gallery w:val="placeholder"/>
        </w:category>
        <w:types>
          <w:type w:val="bbPlcHdr"/>
        </w:types>
        <w:behaviors>
          <w:behavior w:val="content"/>
        </w:behaviors>
        <w:guid w:val="{6658D864-5C14-4AB0-9BEB-3C9A5007C122}"/>
      </w:docPartPr>
      <w:docPartBody>
        <w:p w:rsidR="00000000" w:rsidRDefault="000160F5" w:rsidP="000160F5">
          <w:pPr>
            <w:pStyle w:val="DF45293A65034875A3DFC16B0C471B0B"/>
          </w:pPr>
          <w:r>
            <w:t>Education</w:t>
          </w:r>
        </w:p>
      </w:docPartBody>
    </w:docPart>
    <w:docPart>
      <w:docPartPr>
        <w:name w:val="1B1F6313BF73483B94216F5462D24C0B"/>
        <w:category>
          <w:name w:val="General"/>
          <w:gallery w:val="placeholder"/>
        </w:category>
        <w:types>
          <w:type w:val="bbPlcHdr"/>
        </w:types>
        <w:behaviors>
          <w:behavior w:val="content"/>
        </w:behaviors>
        <w:guid w:val="{D9B95889-8D0F-4BEA-BCB6-4A25114AC18C}"/>
      </w:docPartPr>
      <w:docPartBody>
        <w:p w:rsidR="00000000" w:rsidRDefault="000160F5" w:rsidP="000160F5">
          <w:pPr>
            <w:pStyle w:val="1B1F6313BF73483B94216F5462D24C0B"/>
          </w:pPr>
          <w:r>
            <w:t>Degree</w:t>
          </w:r>
        </w:p>
      </w:docPartBody>
    </w:docPart>
    <w:docPart>
      <w:docPartPr>
        <w:name w:val="F94EA8E420F542889750BCEDF28EB436"/>
        <w:category>
          <w:name w:val="General"/>
          <w:gallery w:val="placeholder"/>
        </w:category>
        <w:types>
          <w:type w:val="bbPlcHdr"/>
        </w:types>
        <w:behaviors>
          <w:behavior w:val="content"/>
        </w:behaviors>
        <w:guid w:val="{BD36EA35-A115-4233-AADE-229657C25988}"/>
      </w:docPartPr>
      <w:docPartBody>
        <w:p w:rsidR="00000000" w:rsidRDefault="000160F5" w:rsidP="000160F5">
          <w:pPr>
            <w:pStyle w:val="F94EA8E420F542889750BCEDF28EB436"/>
          </w:pPr>
          <w:r>
            <w:t>Date Earned</w:t>
          </w:r>
        </w:p>
      </w:docPartBody>
    </w:docPart>
    <w:docPart>
      <w:docPartPr>
        <w:name w:val="314C4C8970204823895FC5AE3FA005E0"/>
        <w:category>
          <w:name w:val="General"/>
          <w:gallery w:val="placeholder"/>
        </w:category>
        <w:types>
          <w:type w:val="bbPlcHdr"/>
        </w:types>
        <w:behaviors>
          <w:behavior w:val="content"/>
        </w:behaviors>
        <w:guid w:val="{A5E8F6C5-A818-405C-9588-56E20456E4C1}"/>
      </w:docPartPr>
      <w:docPartBody>
        <w:p w:rsidR="00000000" w:rsidRDefault="000160F5" w:rsidP="000160F5">
          <w:pPr>
            <w:pStyle w:val="314C4C8970204823895FC5AE3FA005E0"/>
          </w:pPr>
          <w:r>
            <w:t>School</w:t>
          </w:r>
        </w:p>
      </w:docPartBody>
    </w:docPart>
    <w:docPart>
      <w:docPartPr>
        <w:name w:val="6FE92C2976A646F5AC1D4772746AD962"/>
        <w:category>
          <w:name w:val="General"/>
          <w:gallery w:val="placeholder"/>
        </w:category>
        <w:types>
          <w:type w:val="bbPlcHdr"/>
        </w:types>
        <w:behaviors>
          <w:behavior w:val="content"/>
        </w:behaviors>
        <w:guid w:val="{2F7D314D-B3EE-4834-ACCD-937E10BBDB91}"/>
      </w:docPartPr>
      <w:docPartBody>
        <w:p w:rsidR="00000000" w:rsidRDefault="000160F5" w:rsidP="000160F5">
          <w:pPr>
            <w:pStyle w:val="6FE92C2976A646F5AC1D4772746AD962"/>
          </w:pPr>
          <w:r>
            <w:t>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F5"/>
    <w:rsid w:val="00016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DB790C35B2476698028F40C079FBA3">
    <w:name w:val="36DB790C35B2476698028F40C079FBA3"/>
  </w:style>
  <w:style w:type="paragraph" w:customStyle="1" w:styleId="03F3D553DCE048E4A62153C759FD474C">
    <w:name w:val="03F3D553DCE048E4A62153C759FD474C"/>
  </w:style>
  <w:style w:type="paragraph" w:customStyle="1" w:styleId="8B43052E1262443E8B1DA04A72A8AB06">
    <w:name w:val="8B43052E1262443E8B1DA04A72A8AB06"/>
  </w:style>
  <w:style w:type="paragraph" w:customStyle="1" w:styleId="C706ACB95ABD4EB28011A1989C335351">
    <w:name w:val="C706ACB95ABD4EB28011A1989C335351"/>
  </w:style>
  <w:style w:type="paragraph" w:customStyle="1" w:styleId="907B8BE50F0A4B4C91D3D8633F2A6D85">
    <w:name w:val="907B8BE50F0A4B4C91D3D8633F2A6D85"/>
  </w:style>
  <w:style w:type="paragraph" w:customStyle="1" w:styleId="CCB937E8EB844E0393201BD919FBFAAC">
    <w:name w:val="CCB937E8EB844E0393201BD919FBFAAC"/>
  </w:style>
  <w:style w:type="paragraph" w:customStyle="1" w:styleId="B751638BB3AF4498B9FD02E670572957">
    <w:name w:val="B751638BB3AF4498B9FD02E670572957"/>
  </w:style>
  <w:style w:type="paragraph" w:customStyle="1" w:styleId="09DC9C485FCF4EEB86DCA651180B5793">
    <w:name w:val="09DC9C485FCF4EEB86DCA651180B5793"/>
  </w:style>
  <w:style w:type="paragraph" w:customStyle="1" w:styleId="C5561F7D2DB8400C9CADF1BC7ED11035">
    <w:name w:val="C5561F7D2DB8400C9CADF1BC7ED11035"/>
  </w:style>
  <w:style w:type="paragraph" w:customStyle="1" w:styleId="894ACBC265074E6AA69E7A1E39B7FB68">
    <w:name w:val="894ACBC265074E6AA69E7A1E39B7FB68"/>
  </w:style>
  <w:style w:type="paragraph" w:customStyle="1" w:styleId="3278280B05CA4765AC83B0866338429E">
    <w:name w:val="3278280B05CA4765AC83B0866338429E"/>
  </w:style>
  <w:style w:type="paragraph" w:customStyle="1" w:styleId="E96572DC60FF4221A86F650F66CABA21">
    <w:name w:val="E96572DC60FF4221A86F650F66CABA21"/>
  </w:style>
  <w:style w:type="paragraph" w:customStyle="1" w:styleId="AC1C72966F26408BBBB0082EECACB4DB">
    <w:name w:val="AC1C72966F26408BBBB0082EECACB4DB"/>
  </w:style>
  <w:style w:type="paragraph" w:customStyle="1" w:styleId="EA509083CEC044BAB9E3700102BCACBC">
    <w:name w:val="EA509083CEC044BAB9E3700102BCACBC"/>
  </w:style>
  <w:style w:type="paragraph" w:customStyle="1" w:styleId="83B5F7E0E0B740A3B85591A0A2C510E4">
    <w:name w:val="83B5F7E0E0B740A3B85591A0A2C510E4"/>
  </w:style>
  <w:style w:type="paragraph" w:customStyle="1" w:styleId="4ED7E94EC11746C4A7412DFAAC803F81">
    <w:name w:val="4ED7E94EC11746C4A7412DFAAC803F81"/>
  </w:style>
  <w:style w:type="paragraph" w:customStyle="1" w:styleId="4C301F78BFCF44C7A53CC86FB9FC0AC7">
    <w:name w:val="4C301F78BFCF44C7A53CC86FB9FC0AC7"/>
  </w:style>
  <w:style w:type="paragraph" w:customStyle="1" w:styleId="A1AB7DCF564B4A47958BB8E58248F9F2">
    <w:name w:val="A1AB7DCF564B4A47958BB8E58248F9F2"/>
  </w:style>
  <w:style w:type="paragraph" w:customStyle="1" w:styleId="E6BAD42A7A8140CD9942E181D86716A2">
    <w:name w:val="E6BAD42A7A8140CD9942E181D86716A2"/>
  </w:style>
  <w:style w:type="paragraph" w:customStyle="1" w:styleId="3905060FD4384971BBD37A6A0E2E60F8">
    <w:name w:val="3905060FD4384971BBD37A6A0E2E60F8"/>
  </w:style>
  <w:style w:type="paragraph" w:customStyle="1" w:styleId="BA8D015A03734D6295305B0B004EAFBB">
    <w:name w:val="BA8D015A03734D6295305B0B004EAFBB"/>
  </w:style>
  <w:style w:type="paragraph" w:customStyle="1" w:styleId="631057642AA2461C987E1A5C3F83BEEB">
    <w:name w:val="631057642AA2461C987E1A5C3F83BEEB"/>
  </w:style>
  <w:style w:type="paragraph" w:customStyle="1" w:styleId="F25EBA8BAA9A4B13A2678E895FD3E36E">
    <w:name w:val="F25EBA8BAA9A4B13A2678E895FD3E36E"/>
  </w:style>
  <w:style w:type="paragraph" w:customStyle="1" w:styleId="206E58EC6B6148E496E97F238969D572">
    <w:name w:val="206E58EC6B6148E496E97F238969D572"/>
  </w:style>
  <w:style w:type="paragraph" w:customStyle="1" w:styleId="76FA7ABDE68E4518BADF5BD0E6360F38">
    <w:name w:val="76FA7ABDE68E4518BADF5BD0E6360F38"/>
  </w:style>
  <w:style w:type="paragraph" w:customStyle="1" w:styleId="BFFD2761143B4B0B9C1A8E6F177B61FD">
    <w:name w:val="BFFD2761143B4B0B9C1A8E6F177B61FD"/>
    <w:rsid w:val="000160F5"/>
  </w:style>
  <w:style w:type="paragraph" w:customStyle="1" w:styleId="4DEF7AAFF6F84497B44E641F391D8B12">
    <w:name w:val="4DEF7AAFF6F84497B44E641F391D8B12"/>
    <w:rsid w:val="000160F5"/>
  </w:style>
  <w:style w:type="paragraph" w:customStyle="1" w:styleId="DDB86FF33921460A96B324BBDBEBE6D7">
    <w:name w:val="DDB86FF33921460A96B324BBDBEBE6D7"/>
    <w:rsid w:val="000160F5"/>
  </w:style>
  <w:style w:type="paragraph" w:customStyle="1" w:styleId="74F7EE753BC64D538219823EC8A04258">
    <w:name w:val="74F7EE753BC64D538219823EC8A04258"/>
    <w:rsid w:val="000160F5"/>
  </w:style>
  <w:style w:type="paragraph" w:customStyle="1" w:styleId="DA72A2C181A64A45859C10CD2D38CCD7">
    <w:name w:val="DA72A2C181A64A45859C10CD2D38CCD7"/>
    <w:rsid w:val="000160F5"/>
  </w:style>
  <w:style w:type="paragraph" w:customStyle="1" w:styleId="DF45293A65034875A3DFC16B0C471B0B">
    <w:name w:val="DF45293A65034875A3DFC16B0C471B0B"/>
    <w:rsid w:val="000160F5"/>
  </w:style>
  <w:style w:type="paragraph" w:customStyle="1" w:styleId="1B1F6313BF73483B94216F5462D24C0B">
    <w:name w:val="1B1F6313BF73483B94216F5462D24C0B"/>
    <w:rsid w:val="000160F5"/>
  </w:style>
  <w:style w:type="paragraph" w:customStyle="1" w:styleId="F94EA8E420F542889750BCEDF28EB436">
    <w:name w:val="F94EA8E420F542889750BCEDF28EB436"/>
    <w:rsid w:val="000160F5"/>
  </w:style>
  <w:style w:type="paragraph" w:customStyle="1" w:styleId="314C4C8970204823895FC5AE3FA005E0">
    <w:name w:val="314C4C8970204823895FC5AE3FA005E0"/>
    <w:rsid w:val="000160F5"/>
  </w:style>
  <w:style w:type="paragraph" w:customStyle="1" w:styleId="6FE92C2976A646F5AC1D4772746AD962">
    <w:name w:val="6FE92C2976A646F5AC1D4772746AD962"/>
    <w:rsid w:val="000160F5"/>
  </w:style>
  <w:style w:type="paragraph" w:customStyle="1" w:styleId="701C7817B0ED437FAA403B198C70DB42">
    <w:name w:val="701C7817B0ED437FAA403B198C70DB42"/>
    <w:rsid w:val="000160F5"/>
  </w:style>
  <w:style w:type="paragraph" w:customStyle="1" w:styleId="484BCA1CD1DE44A89FA32D9FAAEDE778">
    <w:name w:val="484BCA1CD1DE44A89FA32D9FAAEDE778"/>
    <w:rsid w:val="000160F5"/>
  </w:style>
  <w:style w:type="paragraph" w:customStyle="1" w:styleId="3574DFE89AB3488DA632E3DC01629A06">
    <w:name w:val="3574DFE89AB3488DA632E3DC01629A06"/>
    <w:rsid w:val="000160F5"/>
  </w:style>
  <w:style w:type="paragraph" w:customStyle="1" w:styleId="D909ABDE09E34DD9A40F6F2320D8DC05">
    <w:name w:val="D909ABDE09E34DD9A40F6F2320D8DC05"/>
    <w:rsid w:val="000160F5"/>
  </w:style>
  <w:style w:type="paragraph" w:customStyle="1" w:styleId="383541F34EA0416A9AC657BCF16428C4">
    <w:name w:val="383541F34EA0416A9AC657BCF16428C4"/>
    <w:rsid w:val="00016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02BFF-2014-4D3D-9DF6-0CEC8056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Functional resume</Template>
  <TotalTime>17</TotalTime>
  <Pages>2</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Runyon, Sam (Manchin)</dc:creator>
  <cp:keywords/>
  <cp:lastModifiedBy>Runyon, Sam (Manchin)</cp:lastModifiedBy>
  <cp:revision>1</cp:revision>
  <dcterms:created xsi:type="dcterms:W3CDTF">2017-10-25T18:54:00Z</dcterms:created>
  <dcterms:modified xsi:type="dcterms:W3CDTF">2017-10-25T19:11:00Z</dcterms:modified>
  <cp:version/>
</cp:coreProperties>
</file>